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84584" w:rsidRDefault="00C564DD" w:rsidP="00C5629F">
      <w:pPr>
        <w:pStyle w:val="BodyText1"/>
        <w:rPr>
          <w:rFonts w:ascii="Times New Roman" w:eastAsia="Times New Roman" w:hAnsi="Times New Roman"/>
          <w:color w:val="auto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263A58" wp14:editId="1199313E">
                <wp:simplePos x="0" y="0"/>
                <wp:positionH relativeFrom="column">
                  <wp:posOffset>4522673</wp:posOffset>
                </wp:positionH>
                <wp:positionV relativeFrom="paragraph">
                  <wp:posOffset>6443980</wp:posOffset>
                </wp:positionV>
                <wp:extent cx="210185" cy="248285"/>
                <wp:effectExtent l="0" t="0" r="0" b="0"/>
                <wp:wrapNone/>
                <wp:docPr id="9" name="5-Point Sta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185" cy="248285"/>
                        </a:xfrm>
                        <a:prstGeom prst="star5">
                          <a:avLst/>
                        </a:prstGeom>
                        <a:solidFill>
                          <a:srgbClr val="926306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9" o:spid="_x0000_s1026" style="position:absolute;margin-left:356.1pt;margin-top:507.4pt;width:16.55pt;height:19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185,248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" path="m,94836r80284,1l105093,r24808,94837l210185,94836r-64951,58612l170043,248284,105093,189672,40142,248284,64951,153448,,94836xe" fillcolor="#926306" stroked="f" strokeweight=".25pt">
                <v:path arrowok="t" o:connecttype="custom" o:connectlocs="0,94836;80284,94837;105093,0;129901,94837;210185,94836;145234,153448;170043,248284;105093,189672;40142,248284;64951,153448;0,94836" o:connectangles="0,0,0,0,0,0,0,0,0,0,0"/>
              </v:shape>
            </w:pict>
          </mc:Fallback>
        </mc:AlternateContent>
      </w:r>
      <w:r w:rsidR="006C09D0"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3D02C0F6" wp14:editId="2DB16201">
                <wp:simplePos x="0" y="0"/>
                <wp:positionH relativeFrom="column">
                  <wp:posOffset>4128135</wp:posOffset>
                </wp:positionH>
                <wp:positionV relativeFrom="paragraph">
                  <wp:posOffset>5425440</wp:posOffset>
                </wp:positionV>
                <wp:extent cx="3078480" cy="1784985"/>
                <wp:effectExtent l="0" t="0" r="7620" b="571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8480" cy="178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667D9" w:rsidRDefault="007667D9" w:rsidP="007667D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F30B68" wp14:editId="1C094497">
                                  <wp:extent cx="2743200" cy="1618488"/>
                                  <wp:effectExtent l="0" t="0" r="0" b="1270"/>
                                  <wp:docPr id="2" name="Picture 0" descr="US states map - bla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0" descr="US states map - bla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78" t="1042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16184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5.05pt;margin-top:427.2pt;width:242.4pt;height:140.5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 inset="0,0,0,0">
                  <w:txbxContent>
                    <w:p w:rsidR="007667D9" w:rsidRDefault="007667D9" w:rsidP="007667D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F30B68" wp14:editId="1C094497">
                            <wp:extent cx="2743200" cy="1618488"/>
                            <wp:effectExtent l="0" t="0" r="0" b="1270"/>
                            <wp:docPr id="2" name="Picture 0" descr="US states map - bla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0" descr="US states map - bla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78" t="1042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3200" cy="16184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E666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098287" wp14:editId="4CE1376E">
                <wp:simplePos x="0" y="0"/>
                <wp:positionH relativeFrom="column">
                  <wp:posOffset>5581650</wp:posOffset>
                </wp:positionH>
                <wp:positionV relativeFrom="paragraph">
                  <wp:posOffset>7082358</wp:posOffset>
                </wp:positionV>
                <wp:extent cx="3853815" cy="276225"/>
                <wp:effectExtent l="0" t="0" r="0" b="952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381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39B2" w:rsidRPr="00C16330" w:rsidRDefault="00280F3F" w:rsidP="008139B2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</w:pPr>
                            <w:r w:rsidRPr="00C16330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 xml:space="preserve">PHOTO BY: </w:t>
                            </w:r>
                            <w:r w:rsidR="00732C96" w:rsidRPr="00732C96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>D</w:t>
                            </w:r>
                            <w:r w:rsidR="00732C96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>AVID</w:t>
                            </w:r>
                            <w:r w:rsidR="00732C96" w:rsidRPr="00732C96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 xml:space="preserve"> G</w:t>
                            </w:r>
                            <w:r w:rsidR="00732C96">
                              <w:rPr>
                                <w:rFonts w:ascii="Arial" w:hAnsi="Arial" w:cs="Arial"/>
                                <w:b/>
                                <w:color w:val="926306"/>
                                <w:sz w:val="16"/>
                                <w:szCs w:val="16"/>
                              </w:rPr>
                              <w:t>RABER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7" type="#_x0000_t202" style="position:absolute;margin-left:439.5pt;margin-top:557.65pt;width:303.4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" filled="f" fillcolor="#9bc1ff" stroked="f" strokecolor="#4a7ebb">
                <v:fill rotate="t" focus="100%" type="gradient">
                  <o:fill v:ext="view" type="gradientUnscaled"/>
                </v:fill>
                <v:textbox>
                  <w:txbxContent>
                    <w:p w:rsidR="008139B2" w:rsidRPr="00C16330" w:rsidRDefault="00280F3F" w:rsidP="008139B2">
                      <w:pPr>
                        <w:jc w:val="right"/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</w:pPr>
                      <w:r w:rsidRPr="00C16330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 xml:space="preserve">PHOTO BY: </w:t>
                      </w:r>
                      <w:r w:rsidR="00732C96" w:rsidRPr="00732C96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>D</w:t>
                      </w:r>
                      <w:r w:rsidR="00732C96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>AVID</w:t>
                      </w:r>
                      <w:r w:rsidR="00732C96" w:rsidRPr="00732C96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 xml:space="preserve"> G</w:t>
                      </w:r>
                      <w:r w:rsidR="00732C96">
                        <w:rPr>
                          <w:rFonts w:ascii="Arial" w:hAnsi="Arial" w:cs="Arial"/>
                          <w:b/>
                          <w:color w:val="926306"/>
                          <w:sz w:val="16"/>
                          <w:szCs w:val="16"/>
                        </w:rPr>
                        <w:t>RABER</w:t>
                      </w:r>
                    </w:p>
                  </w:txbxContent>
                </v:textbox>
              </v:shape>
            </w:pict>
          </mc:Fallback>
        </mc:AlternateContent>
      </w:r>
      <w:r w:rsidR="007370AB"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7184E40" wp14:editId="7A7EDE8A">
                <wp:simplePos x="0" y="0"/>
                <wp:positionH relativeFrom="page">
                  <wp:posOffset>4669155</wp:posOffset>
                </wp:positionH>
                <wp:positionV relativeFrom="page">
                  <wp:posOffset>2167255</wp:posOffset>
                </wp:positionV>
                <wp:extent cx="4931410" cy="3629025"/>
                <wp:effectExtent l="0" t="0" r="2540" b="952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1410" cy="362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84584" w:rsidRPr="006C09D0" w:rsidRDefault="00D457E2" w:rsidP="007370AB">
                            <w:pPr>
                              <w:pStyle w:val="BodyText1"/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About me: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C564DD" w:rsidRPr="00C564D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I am a beautiful Manzanita that only grows in the </w:t>
                            </w:r>
                            <w:proofErr w:type="spellStart"/>
                            <w:r w:rsidR="00C564DD" w:rsidRPr="00C564D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Pecho</w:t>
                            </w:r>
                            <w:proofErr w:type="spellEnd"/>
                            <w:r w:rsidR="00C564DD" w:rsidRPr="00C564D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 Hills of the central coast of California.</w:t>
                            </w:r>
                          </w:p>
                          <w:p w:rsidR="004128DE" w:rsidRPr="006C09D0" w:rsidRDefault="00D457E2" w:rsidP="007370AB">
                            <w:pPr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Why I’m rare: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  <w:sz w:val="30"/>
                              </w:rPr>
                              <w:t xml:space="preserve"> </w:t>
                            </w:r>
                            <w:r w:rsidR="00C564DD" w:rsidRPr="00C564D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My home is shrinking in size due to </w:t>
                            </w:r>
                            <w:r w:rsidR="00C564D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land </w:t>
                            </w:r>
                            <w:r w:rsidR="00C564DD" w:rsidRPr="00C564D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development. If my home and the ecological processes that I need to survive disappear, then I will </w:t>
                            </w:r>
                            <w:r w:rsidR="00C564D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 xml:space="preserve">also </w:t>
                            </w:r>
                            <w:r w:rsidR="00C564DD" w:rsidRPr="00C564D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cease to exist.</w:t>
                            </w:r>
                          </w:p>
                          <w:p w:rsidR="00484584" w:rsidRPr="006C09D0" w:rsidRDefault="00D457E2" w:rsidP="007370AB">
                            <w:pPr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My story: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C564DD" w:rsidRPr="00C564DD">
                              <w:rPr>
                                <w:rFonts w:ascii="Arial" w:hAnsi="Arial" w:cs="Arial"/>
                                <w:color w:val="auto"/>
                                <w:sz w:val="26"/>
                                <w:szCs w:val="26"/>
                              </w:rPr>
                              <w:t>I belong to the same plant family as blueberries and rhododendrons. I have beautiful smooth red bark and white, u-shaped flowers that turn into small red fruits. My fruits are edible when they are young and can used to brew a yummy cider. But don’t try them when they are ripe or you may have to make an emergency trip to the dentist! Please remember: Do not pick fruit, leaves or flowers of plants in the Garden.</w:t>
                            </w:r>
                          </w:p>
                          <w:p w:rsidR="00484584" w:rsidRPr="006C09D0" w:rsidRDefault="00D457E2" w:rsidP="007370AB">
                            <w:pPr>
                              <w:spacing w:after="240" w:line="240" w:lineRule="auto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  <w:sz w:val="32"/>
                                <w:szCs w:val="32"/>
                              </w:rPr>
                              <w:t>How you can help:</w:t>
                            </w:r>
                            <w:r w:rsidRPr="008F4A33">
                              <w:rPr>
                                <w:rFonts w:ascii="Arial" w:hAnsi="Arial" w:cs="Arial"/>
                                <w:color w:val="926306"/>
                              </w:rPr>
                              <w:t xml:space="preserve"> </w:t>
                            </w:r>
                            <w:r w:rsidR="00C564DD">
                              <w:rPr>
                                <w:rFonts w:ascii="Helvetica" w:hAnsi="Helvetica" w:cs="Arial"/>
                                <w:color w:val="000000"/>
                                <w:sz w:val="26"/>
                                <w:szCs w:val="26"/>
                              </w:rPr>
                              <w:t xml:space="preserve">Volunteer at botanic gardens </w:t>
                            </w:r>
                            <w:r w:rsidR="00C564DD" w:rsidRPr="005B73DC">
                              <w:rPr>
                                <w:rFonts w:ascii="Helvetica" w:hAnsi="Helvetica" w:cs="Arial"/>
                                <w:color w:val="000000"/>
                                <w:sz w:val="26"/>
                                <w:szCs w:val="26"/>
                              </w:rPr>
                              <w:t xml:space="preserve">to help restore natural areas </w:t>
                            </w:r>
                            <w:r w:rsidR="00C564DD">
                              <w:rPr>
                                <w:rFonts w:ascii="Helvetica" w:hAnsi="Helvetica" w:cs="Arial"/>
                                <w:color w:val="000000"/>
                                <w:sz w:val="26"/>
                                <w:szCs w:val="26"/>
                              </w:rPr>
                              <w:t>and native plants</w:t>
                            </w:r>
                            <w:r w:rsidR="00C564DD" w:rsidRPr="005B73DC">
                              <w:rPr>
                                <w:rFonts w:ascii="Helvetica" w:hAnsi="Helvetica" w:cs="Arial"/>
                                <w:color w:val="000000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367.65pt;margin-top:170.65pt;width:388.3pt;height:285.7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" filled="f" stroked="f" strokeweight="1pt">
                <v:shadow color="black" opacity="49150f" offset=".74833mm,.74833mm"/>
                <v:path arrowok="t"/>
                <v:textbox inset="0,0,0,0">
                  <w:txbxContent>
                    <w:p w:rsidR="00484584" w:rsidRPr="006C09D0" w:rsidRDefault="00D457E2" w:rsidP="007370AB">
                      <w:pPr>
                        <w:pStyle w:val="BodyText1"/>
                        <w:spacing w:after="240" w:line="240" w:lineRule="auto"/>
                        <w:rPr>
                          <w:rFonts w:ascii="Arial" w:hAnsi="Arial" w:cs="Arial"/>
                          <w:color w:val="auto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About me:</w:t>
                      </w:r>
                      <w:r w:rsidRPr="008F4A33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C564DD" w:rsidRPr="00C564D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I am a beautiful Manzanita that only grows in the </w:t>
                      </w:r>
                      <w:proofErr w:type="spellStart"/>
                      <w:r w:rsidR="00C564DD" w:rsidRPr="00C564D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Pecho</w:t>
                      </w:r>
                      <w:proofErr w:type="spellEnd"/>
                      <w:r w:rsidR="00C564DD" w:rsidRPr="00C564D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 Hills of the central coast of California.</w:t>
                      </w:r>
                    </w:p>
                    <w:p w:rsidR="004128DE" w:rsidRPr="006C09D0" w:rsidRDefault="00D457E2" w:rsidP="007370AB">
                      <w:pPr>
                        <w:spacing w:after="240" w:line="240" w:lineRule="auto"/>
                        <w:rPr>
                          <w:rFonts w:ascii="Arial" w:hAnsi="Arial" w:cs="Arial"/>
                          <w:color w:val="auto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Why I’m rare:</w:t>
                      </w:r>
                      <w:r w:rsidRPr="008F4A33">
                        <w:rPr>
                          <w:rFonts w:ascii="Arial" w:hAnsi="Arial" w:cs="Arial"/>
                          <w:color w:val="926306"/>
                          <w:sz w:val="30"/>
                        </w:rPr>
                        <w:t xml:space="preserve"> </w:t>
                      </w:r>
                      <w:r w:rsidR="00C564DD" w:rsidRPr="00C564D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My home is shrinking in size due to </w:t>
                      </w:r>
                      <w:r w:rsidR="00C564D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land </w:t>
                      </w:r>
                      <w:r w:rsidR="00C564DD" w:rsidRPr="00C564D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development. If my home and the ecological processes that I need to survive disappear, then I will </w:t>
                      </w:r>
                      <w:r w:rsidR="00C564D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 xml:space="preserve">also </w:t>
                      </w:r>
                      <w:r w:rsidR="00C564DD" w:rsidRPr="00C564D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cease to exist.</w:t>
                      </w:r>
                    </w:p>
                    <w:p w:rsidR="00484584" w:rsidRPr="006C09D0" w:rsidRDefault="00D457E2" w:rsidP="007370AB">
                      <w:pPr>
                        <w:spacing w:after="240" w:line="240" w:lineRule="auto"/>
                        <w:rPr>
                          <w:rFonts w:ascii="Arial" w:hAnsi="Arial" w:cs="Arial"/>
                          <w:color w:val="auto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My story:</w:t>
                      </w:r>
                      <w:r w:rsidRPr="008F4A33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C564DD" w:rsidRPr="00C564DD">
                        <w:rPr>
                          <w:rFonts w:ascii="Arial" w:hAnsi="Arial" w:cs="Arial"/>
                          <w:color w:val="auto"/>
                          <w:sz w:val="26"/>
                          <w:szCs w:val="26"/>
                        </w:rPr>
                        <w:t>I belong to the same plant family as blueberries and rhododendrons. I have beautiful smooth red bark and white, u-shaped flowers that turn into small red fruits. My fruits are edible when they are young and can used to brew a yummy cider. But don’t try them when they are ripe or you may have to make an emergency trip to the dentist! Please remember: Do not pick fruit, leaves or flowers of plants in the Garden.</w:t>
                      </w:r>
                    </w:p>
                    <w:p w:rsidR="00484584" w:rsidRPr="006C09D0" w:rsidRDefault="00D457E2" w:rsidP="007370AB">
                      <w:pPr>
                        <w:spacing w:after="240" w:line="240" w:lineRule="auto"/>
                        <w:rPr>
                          <w:rFonts w:ascii="Arial" w:hAnsi="Arial" w:cs="Arial"/>
                          <w:color w:val="auto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  <w:sz w:val="32"/>
                          <w:szCs w:val="32"/>
                        </w:rPr>
                        <w:t>How you can help:</w:t>
                      </w:r>
                      <w:r w:rsidRPr="008F4A33">
                        <w:rPr>
                          <w:rFonts w:ascii="Arial" w:hAnsi="Arial" w:cs="Arial"/>
                          <w:color w:val="926306"/>
                        </w:rPr>
                        <w:t xml:space="preserve"> </w:t>
                      </w:r>
                      <w:r w:rsidR="00C564DD">
                        <w:rPr>
                          <w:rFonts w:ascii="Helvetica" w:hAnsi="Helvetica" w:cs="Arial"/>
                          <w:color w:val="000000"/>
                          <w:sz w:val="26"/>
                          <w:szCs w:val="26"/>
                        </w:rPr>
                        <w:t xml:space="preserve">Volunteer at botanic gardens </w:t>
                      </w:r>
                      <w:r w:rsidR="00C564DD" w:rsidRPr="005B73DC">
                        <w:rPr>
                          <w:rFonts w:ascii="Helvetica" w:hAnsi="Helvetica" w:cs="Arial"/>
                          <w:color w:val="000000"/>
                          <w:sz w:val="26"/>
                          <w:szCs w:val="26"/>
                        </w:rPr>
                        <w:t xml:space="preserve">to help restore natural areas </w:t>
                      </w:r>
                      <w:r w:rsidR="00C564DD">
                        <w:rPr>
                          <w:rFonts w:ascii="Helvetica" w:hAnsi="Helvetica" w:cs="Arial"/>
                          <w:color w:val="000000"/>
                          <w:sz w:val="26"/>
                          <w:szCs w:val="26"/>
                        </w:rPr>
                        <w:t>and native plants</w:t>
                      </w:r>
                      <w:r w:rsidR="00C564DD" w:rsidRPr="005B73DC">
                        <w:rPr>
                          <w:rFonts w:ascii="Helvetica" w:hAnsi="Helvetica" w:cs="Arial"/>
                          <w:color w:val="000000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F4A33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0" wp14:anchorId="03609A6A" wp14:editId="2C1081EA">
                <wp:simplePos x="0" y="0"/>
                <wp:positionH relativeFrom="column">
                  <wp:posOffset>828878</wp:posOffset>
                </wp:positionH>
                <wp:positionV relativeFrom="paragraph">
                  <wp:posOffset>2302510</wp:posOffset>
                </wp:positionV>
                <wp:extent cx="3073400" cy="3073400"/>
                <wp:effectExtent l="0" t="0" r="0" b="31750"/>
                <wp:wrapNone/>
                <wp:docPr id="1" name="Oval 3" descr="brighamia insignis in blo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3073400"/>
                        </a:xfrm>
                        <a:prstGeom prst="ellipse">
                          <a:avLst/>
                        </a:prstGeom>
                        <a:blipFill dpi="0" rotWithShape="1">
                          <a:blip r:embed="rId10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alt="brighamia insignis in bloom 2" style="position:absolute;margin-left:65.25pt;margin-top:181.3pt;width:242pt;height:24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PD94cGFja2V0IGVuZD0ndyc/Pv/bAEMA&#10;AQEBAQEBAQEBAQEBAQEBAgEBAQEBAgEBAQICAgICAgICAgMDBAMDAwMDAgIDBAMDBAQEBAQCAwUF&#10;BAQFBAQEBP/bAEMBAQEBAQEBAgEBAgQDAgMEBAQEBAQEBAQEBAQEBAQEBAQEBAQEBAQEBAQEBAQE&#10;BAQEBAQEBAQEBAQEBAQEBAQEBP/AABEIAfQCF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" o:allowoverlap="f" stroked="f">
                <v:fill r:id="rId11" o:title="brighamia insignis in bloom 2" recolor="t" rotate="t" type="frame"/>
                <v:shadow on="t" opacity="22936f" origin=",.5" offset="0,.63889mm"/>
              </v:oval>
            </w:pict>
          </mc:Fallback>
        </mc:AlternateContent>
      </w:r>
      <w:r w:rsidR="008F4A3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B98CFA" wp14:editId="58622B16">
                <wp:simplePos x="0" y="0"/>
                <wp:positionH relativeFrom="column">
                  <wp:posOffset>7465060</wp:posOffset>
                </wp:positionH>
                <wp:positionV relativeFrom="paragraph">
                  <wp:posOffset>6096822</wp:posOffset>
                </wp:positionV>
                <wp:extent cx="1146810" cy="866775"/>
                <wp:effectExtent l="0" t="0" r="0" b="952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81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4A33" w:rsidRPr="008F4A33" w:rsidRDefault="008F4A33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Your</w:t>
                            </w:r>
                          </w:p>
                          <w:p w:rsidR="008F4A33" w:rsidRPr="008F4A33" w:rsidRDefault="008F4A33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Logo</w:t>
                            </w:r>
                          </w:p>
                          <w:p w:rsidR="008F4A33" w:rsidRPr="008F4A33" w:rsidRDefault="008F4A33" w:rsidP="008F4A3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</w:pPr>
                            <w:r w:rsidRPr="008F4A33">
                              <w:rPr>
                                <w:rFonts w:ascii="Arial" w:hAnsi="Arial" w:cs="Arial"/>
                                <w:b/>
                                <w:color w:val="926306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587.8pt;margin-top:480.05pt;width:90.3pt;height:6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" filled="f" fillcolor="#9bc1ff" stroked="f" strokecolor="#4a7ebb">
                <v:fill color2="#3f80cd" rotate="t" focus="100%" type="gradient">
                  <o:fill v:ext="view" type="gradientUnscaled"/>
                </v:fill>
                <v:shadow color="black" opacity="22936f" origin=",.5" offset="0,.63889mm"/>
                <v:textbox>
                  <w:txbxContent>
                    <w:p w:rsidR="008F4A33" w:rsidRPr="008F4A33" w:rsidRDefault="008F4A33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Your</w:t>
                      </w:r>
                    </w:p>
                    <w:p w:rsidR="008F4A33" w:rsidRPr="008F4A33" w:rsidRDefault="008F4A33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Logo</w:t>
                      </w:r>
                    </w:p>
                    <w:p w:rsidR="008F4A33" w:rsidRPr="008F4A33" w:rsidRDefault="008F4A33" w:rsidP="008F4A3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926306"/>
                        </w:rPr>
                      </w:pPr>
                      <w:r w:rsidRPr="008F4A33">
                        <w:rPr>
                          <w:rFonts w:ascii="Arial" w:hAnsi="Arial" w:cs="Arial"/>
                          <w:b/>
                          <w:color w:val="926306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5508CF">
        <w:rPr>
          <w:noProof/>
        </w:rPr>
        <w:drawing>
          <wp:anchor distT="0" distB="0" distL="114300" distR="114300" simplePos="0" relativeHeight="251655168" behindDoc="1" locked="0" layoutInCell="1" allowOverlap="1" wp14:anchorId="34B132B7" wp14:editId="0CF35F64">
            <wp:simplePos x="0" y="0"/>
            <wp:positionH relativeFrom="page">
              <wp:posOffset>-17780</wp:posOffset>
            </wp:positionH>
            <wp:positionV relativeFrom="page">
              <wp:posOffset>39370</wp:posOffset>
            </wp:positionV>
            <wp:extent cx="10094976" cy="7799832"/>
            <wp:effectExtent l="0" t="0" r="1905" b="0"/>
            <wp:wrapThrough wrapText="bothSides">
              <wp:wrapPolygon edited="0">
                <wp:start x="0" y="0"/>
                <wp:lineTo x="0" y="21524"/>
                <wp:lineTo x="21563" y="21524"/>
                <wp:lineTo x="21563" y="0"/>
                <wp:lineTo x="0" y="0"/>
              </wp:wrapPolygon>
            </wp:wrapThrough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4976" cy="7799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67D9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F9F28B0" wp14:editId="47E8CBF7">
                <wp:simplePos x="0" y="0"/>
                <wp:positionH relativeFrom="page">
                  <wp:posOffset>424815</wp:posOffset>
                </wp:positionH>
                <wp:positionV relativeFrom="page">
                  <wp:posOffset>393538</wp:posOffset>
                </wp:positionV>
                <wp:extent cx="9058940" cy="1282700"/>
                <wp:effectExtent l="0" t="0" r="889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58940" cy="1282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84584" w:rsidRPr="008F4A33" w:rsidRDefault="00C564DD" w:rsidP="007667D9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92630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  <w:t>Pecho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  <w:t xml:space="preserve"> m</w:t>
                            </w:r>
                            <w:r w:rsidRPr="00C564DD"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  <w:t>anzanita</w:t>
                            </w:r>
                            <w:r w:rsidR="00D457E2" w:rsidRPr="008F4A33">
                              <w:rPr>
                                <w:rFonts w:ascii="Arial" w:hAnsi="Arial" w:cs="Arial"/>
                                <w:color w:val="926306"/>
                                <w:sz w:val="108"/>
                              </w:rPr>
                              <w:cr/>
                            </w:r>
                            <w:proofErr w:type="spellStart"/>
                            <w:r w:rsidRPr="00C564DD"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>Arctostaphy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>l</w:t>
                            </w:r>
                            <w:r w:rsidRPr="00C564DD"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>os</w:t>
                            </w:r>
                            <w:proofErr w:type="spellEnd"/>
                            <w:r w:rsidRPr="00C564DD"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 xml:space="preserve"> </w:t>
                            </w:r>
                            <w:proofErr w:type="spellStart"/>
                            <w:r w:rsidRPr="00C564DD">
                              <w:rPr>
                                <w:rFonts w:ascii="Arial" w:hAnsi="Arial" w:cs="Arial"/>
                                <w:i/>
                                <w:color w:val="926306"/>
                                <w:sz w:val="62"/>
                              </w:rPr>
                              <w:t>pechoensis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margin-left:33.45pt;margin-top:31pt;width:713.3pt;height:10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" filled="f" stroked="f" strokeweight="1pt">
                <v:shadow color="black" opacity="49150f" offset=".74833mm,.74833mm"/>
                <v:path arrowok="t"/>
                <v:textbox inset="0,0,0,0">
                  <w:txbxContent>
                    <w:p w:rsidR="00484584" w:rsidRPr="008F4A33" w:rsidRDefault="00C564DD" w:rsidP="007667D9">
                      <w:pPr>
                        <w:spacing w:after="120" w:line="240" w:lineRule="auto"/>
                        <w:rPr>
                          <w:rFonts w:ascii="Arial" w:hAnsi="Arial" w:cs="Arial"/>
                          <w:color w:val="92630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926306"/>
                          <w:sz w:val="108"/>
                        </w:rPr>
                        <w:t>Pecho</w:t>
                      </w:r>
                      <w:proofErr w:type="spellEnd"/>
                      <w:r>
                        <w:rPr>
                          <w:rFonts w:ascii="Arial" w:hAnsi="Arial" w:cs="Arial"/>
                          <w:color w:val="926306"/>
                          <w:sz w:val="108"/>
                        </w:rPr>
                        <w:t xml:space="preserve"> m</w:t>
                      </w:r>
                      <w:r w:rsidRPr="00C564DD">
                        <w:rPr>
                          <w:rFonts w:ascii="Arial" w:hAnsi="Arial" w:cs="Arial"/>
                          <w:color w:val="926306"/>
                          <w:sz w:val="108"/>
                        </w:rPr>
                        <w:t>anzanita</w:t>
                      </w:r>
                      <w:r w:rsidR="00D457E2" w:rsidRPr="008F4A33">
                        <w:rPr>
                          <w:rFonts w:ascii="Arial" w:hAnsi="Arial" w:cs="Arial"/>
                          <w:color w:val="926306"/>
                          <w:sz w:val="108"/>
                        </w:rPr>
                        <w:cr/>
                      </w:r>
                      <w:proofErr w:type="spellStart"/>
                      <w:r w:rsidRPr="00C564DD"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>Arctostaphy</w:t>
                      </w:r>
                      <w:r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>l</w:t>
                      </w:r>
                      <w:r w:rsidRPr="00C564DD"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>os</w:t>
                      </w:r>
                      <w:proofErr w:type="spellEnd"/>
                      <w:r w:rsidRPr="00C564DD"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 xml:space="preserve"> </w:t>
                      </w:r>
                      <w:proofErr w:type="spellStart"/>
                      <w:r w:rsidRPr="00C564DD">
                        <w:rPr>
                          <w:rFonts w:ascii="Arial" w:hAnsi="Arial" w:cs="Arial"/>
                          <w:i/>
                          <w:color w:val="926306"/>
                          <w:sz w:val="62"/>
                        </w:rPr>
                        <w:t>pechoensis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484584" w:rsidSect="007667D9">
      <w:pgSz w:w="15840" w:h="12240" w:orient="landscape" w:code="1"/>
      <w:pgMar w:top="360" w:right="360" w:bottom="360" w:left="360" w:header="144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51" w:rsidRDefault="00145F51" w:rsidP="00484584">
      <w:pPr>
        <w:spacing w:line="240" w:lineRule="auto"/>
      </w:pPr>
      <w:r>
        <w:separator/>
      </w:r>
    </w:p>
  </w:endnote>
  <w:endnote w:type="continuationSeparator" w:id="0">
    <w:p w:rsidR="00145F51" w:rsidRDefault="00145F51" w:rsidP="00484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venir LT Std 3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 LT Std 95 Blac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delle Basic Italic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51" w:rsidRDefault="00145F51" w:rsidP="00484584">
      <w:pPr>
        <w:spacing w:line="240" w:lineRule="auto"/>
      </w:pPr>
      <w:r>
        <w:separator/>
      </w:r>
    </w:p>
  </w:footnote>
  <w:footnote w:type="continuationSeparator" w:id="0">
    <w:p w:rsidR="00145F51" w:rsidRDefault="00145F51" w:rsidP="0048458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style="v-text-anchor:middle" fillcolor="#3f80cd" strokecolor="#4a7ebb">
      <v:fill color="#3f80cd" color2="#9bc1ff" rotate="t" type="gradient">
        <o:fill v:ext="view" type="gradientUnscaled"/>
      </v:fill>
      <v:stroke color="#4a7ebb"/>
      <v:shadow on="t" opacity="22937f" origin=",.5" offset="0,23000emu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E2"/>
    <w:rsid w:val="000B23C1"/>
    <w:rsid w:val="00111F90"/>
    <w:rsid w:val="00145F51"/>
    <w:rsid w:val="0019079D"/>
    <w:rsid w:val="001E2BF5"/>
    <w:rsid w:val="00280F3F"/>
    <w:rsid w:val="002B2895"/>
    <w:rsid w:val="003D0E28"/>
    <w:rsid w:val="004128DE"/>
    <w:rsid w:val="00423FAA"/>
    <w:rsid w:val="00430DDE"/>
    <w:rsid w:val="00436750"/>
    <w:rsid w:val="004A3D2D"/>
    <w:rsid w:val="004B43D3"/>
    <w:rsid w:val="004D7A7A"/>
    <w:rsid w:val="004E6666"/>
    <w:rsid w:val="005508CF"/>
    <w:rsid w:val="005E5E65"/>
    <w:rsid w:val="006A4336"/>
    <w:rsid w:val="006C09D0"/>
    <w:rsid w:val="006F2393"/>
    <w:rsid w:val="00732C96"/>
    <w:rsid w:val="007370AB"/>
    <w:rsid w:val="0076433F"/>
    <w:rsid w:val="007667D9"/>
    <w:rsid w:val="008139B2"/>
    <w:rsid w:val="00830FB6"/>
    <w:rsid w:val="00887099"/>
    <w:rsid w:val="008A498E"/>
    <w:rsid w:val="008F4A33"/>
    <w:rsid w:val="00917E77"/>
    <w:rsid w:val="00981BB0"/>
    <w:rsid w:val="00B1510F"/>
    <w:rsid w:val="00B62568"/>
    <w:rsid w:val="00BB71E5"/>
    <w:rsid w:val="00C16330"/>
    <w:rsid w:val="00C17EEF"/>
    <w:rsid w:val="00C5629F"/>
    <w:rsid w:val="00C564DD"/>
    <w:rsid w:val="00CB3F77"/>
    <w:rsid w:val="00CE31BC"/>
    <w:rsid w:val="00D25D0B"/>
    <w:rsid w:val="00D36D2C"/>
    <w:rsid w:val="00D457E2"/>
    <w:rsid w:val="00D65DA6"/>
    <w:rsid w:val="00EA0D8B"/>
    <w:rsid w:val="00F07930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#3f80cd" strokecolor="#4a7ebb">
      <v:fill color="#3f80cd" color2="#9bc1ff" rotate="t" type="gradient">
        <o:fill v:ext="view" type="gradientUnscaled"/>
      </v:fill>
      <v:stroke color="#4a7ebb"/>
      <v:shadow on="t" opacity="22937f" origin=",.5" offset="0,23000emu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9D"/>
    <w:pPr>
      <w:spacing w:line="288" w:lineRule="auto"/>
    </w:pPr>
    <w:rPr>
      <w:rFonts w:ascii="Helvetica Neue" w:eastAsia="ヒラギノ角ゴ Pro W3" w:hAnsi="Helvetica Neue"/>
      <w:color w:val="42231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utoRedefine/>
    <w:rsid w:val="0019079D"/>
    <w:pPr>
      <w:spacing w:line="320" w:lineRule="atLeast"/>
    </w:pPr>
    <w:rPr>
      <w:rFonts w:ascii="Avenir LT Std 35 Light" w:eastAsia="ヒラギノ角ゴ Pro W3" w:hAnsi="Avenir LT Std 35 Light"/>
      <w:color w:val="000000"/>
      <w:sz w:val="24"/>
    </w:rPr>
  </w:style>
  <w:style w:type="character" w:customStyle="1" w:styleId="EmphasisGreen">
    <w:name w:val="Emphasis Green"/>
    <w:rsid w:val="0019079D"/>
    <w:rPr>
      <w:rFonts w:ascii="Avenir LT Std 95 Black" w:eastAsia="ヒラギノ角ゴ Pro W3" w:hAnsi="Avenir LT Std 95 Black"/>
      <w:b w:val="0"/>
      <w:i w:val="0"/>
      <w:color w:val="128A7B"/>
      <w:sz w:val="30"/>
    </w:rPr>
  </w:style>
  <w:style w:type="character" w:customStyle="1" w:styleId="Unknown0">
    <w:name w:val="Unknown 0"/>
    <w:semiHidden/>
    <w:rsid w:val="0019079D"/>
  </w:style>
  <w:style w:type="paragraph" w:customStyle="1" w:styleId="ScientificName">
    <w:name w:val="Scientific Name"/>
    <w:rsid w:val="0019079D"/>
    <w:pPr>
      <w:spacing w:line="192" w:lineRule="auto"/>
    </w:pPr>
    <w:rPr>
      <w:rFonts w:ascii="Adelle Basic Italic" w:eastAsia="ヒラギノ角ゴ Pro W3" w:hAnsi="Adelle Basic Italic"/>
      <w:color w:val="659898"/>
      <w:sz w:val="62"/>
    </w:rPr>
  </w:style>
  <w:style w:type="paragraph" w:styleId="Header">
    <w:name w:val="header"/>
    <w:basedOn w:val="Normal"/>
    <w:link w:val="HeaderChar"/>
    <w:locked/>
    <w:rsid w:val="0034725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Footer">
    <w:name w:val="footer"/>
    <w:basedOn w:val="Normal"/>
    <w:link w:val="FooterChar"/>
    <w:locked/>
    <w:rsid w:val="0034725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47252"/>
    <w:rPr>
      <w:rFonts w:ascii="Helvetica Neue" w:eastAsia="ヒラギノ角ゴ Pro W3" w:hAnsi="Helvetica Neue"/>
      <w:color w:val="42231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AA"/>
    <w:rPr>
      <w:rFonts w:ascii="Tahoma" w:eastAsia="ヒラギノ角ゴ Pro W3" w:hAnsi="Tahoma" w:cs="Tahoma"/>
      <w:color w:val="42231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10.png"/><Relationship Id="rId10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xcorp\AppData\Local\Temp\Temp1_Species_Signs_Word_Template%20(2).zip\Species%20Signs%20Word%20Templates\CareForTheRare-SpeciesSig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89C45-28F3-BB41-8244-3DF3BE80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\Users\Wexcorp\AppData\Local\Temp\Temp1_Species_Signs_Word_Template (2).zip\Species Signs Word Templates\CareForTheRare-SpeciesSignTemplate.dot</Template>
  <TotalTime>4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Wexcorp</dc:creator>
  <cp:lastModifiedBy>Abby</cp:lastModifiedBy>
  <cp:revision>2</cp:revision>
  <cp:lastPrinted>2013-06-20T19:51:00Z</cp:lastPrinted>
  <dcterms:created xsi:type="dcterms:W3CDTF">2013-06-24T17:25:00Z</dcterms:created>
  <dcterms:modified xsi:type="dcterms:W3CDTF">2013-06-24T17:25:00Z</dcterms:modified>
</cp:coreProperties>
</file>